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B47FE5" w:rsidP="003420EA">
      <w:pPr>
        <w:ind w:left="284"/>
        <w:jc w:val="both"/>
        <w:rPr>
          <w:bCs w:val="0"/>
          <w:sz w:val="24"/>
          <w:szCs w:val="24"/>
        </w:rPr>
      </w:pPr>
      <w:r>
        <w:rPr>
          <w:bCs w:val="0"/>
          <w:sz w:val="24"/>
          <w:szCs w:val="24"/>
        </w:rPr>
        <w:t>2</w:t>
      </w:r>
      <w:r w:rsidR="001B3031">
        <w:rPr>
          <w:bCs w:val="0"/>
          <w:sz w:val="24"/>
          <w:szCs w:val="24"/>
        </w:rPr>
        <w:t>1</w:t>
      </w:r>
      <w:r w:rsidR="003420EA" w:rsidRPr="003420EA">
        <w:rPr>
          <w:bCs w:val="0"/>
          <w:sz w:val="24"/>
          <w:szCs w:val="24"/>
        </w:rPr>
        <w:t>.</w:t>
      </w:r>
      <w:r w:rsidR="003C4CC0">
        <w:rPr>
          <w:bCs w:val="0"/>
          <w:sz w:val="24"/>
          <w:szCs w:val="24"/>
        </w:rPr>
        <w:t>0</w:t>
      </w:r>
      <w:r>
        <w:rPr>
          <w:bCs w:val="0"/>
          <w:sz w:val="24"/>
          <w:szCs w:val="24"/>
        </w:rPr>
        <w:t>9</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B47FE5" w:rsidRPr="00B47FE5">
        <w:rPr>
          <w:lang w:eastAsia="x-none"/>
        </w:rPr>
        <w:t xml:space="preserve">«О внесении изменений в Закон Новосибирской области </w:t>
      </w:r>
      <w:r w:rsidR="00611C5B" w:rsidRPr="00611C5B">
        <w:rPr>
          <w:lang w:eastAsia="x-none"/>
        </w:rPr>
        <w:t>«О нормативных правовых актах Новосибирской области»</w:t>
      </w:r>
      <w:bookmarkStart w:id="0" w:name="_GoBack"/>
      <w:bookmarkEnd w:id="0"/>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0531B4" w:rsidRPr="000531B4">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2E2528" w:rsidRDefault="001845E5" w:rsidP="002E2528">
      <w:pPr>
        <w:suppressAutoHyphens/>
        <w:spacing w:line="300" w:lineRule="exact"/>
      </w:pPr>
      <w:r>
        <w:t>Председатель</w:t>
      </w:r>
      <w:r w:rsidR="002E2528">
        <w:t xml:space="preserve">    комитета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578" w:rsidRDefault="00A16578">
      <w:r>
        <w:separator/>
      </w:r>
    </w:p>
  </w:endnote>
  <w:endnote w:type="continuationSeparator" w:id="0">
    <w:p w:rsidR="00A16578" w:rsidRDefault="00A1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578" w:rsidRDefault="00A16578">
      <w:r>
        <w:separator/>
      </w:r>
    </w:p>
  </w:footnote>
  <w:footnote w:type="continuationSeparator" w:id="0">
    <w:p w:rsidR="00A16578" w:rsidRDefault="00A16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31B4"/>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11C5B"/>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85063"/>
    <w:rsid w:val="009A1F08"/>
    <w:rsid w:val="009A3D1B"/>
    <w:rsid w:val="009A6365"/>
    <w:rsid w:val="009B0DDA"/>
    <w:rsid w:val="009B58D3"/>
    <w:rsid w:val="009D38B9"/>
    <w:rsid w:val="009D531A"/>
    <w:rsid w:val="009D556E"/>
    <w:rsid w:val="009E396C"/>
    <w:rsid w:val="009F2EC2"/>
    <w:rsid w:val="009F528C"/>
    <w:rsid w:val="00A05379"/>
    <w:rsid w:val="00A16578"/>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47FE5"/>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1C46E"/>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FAAB5-0FC7-4594-9124-F3CD6EDC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2021-09-14T08:31:00Z</cp:lastPrinted>
  <dcterms:created xsi:type="dcterms:W3CDTF">2021-09-14T08:32:00Z</dcterms:created>
  <dcterms:modified xsi:type="dcterms:W3CDTF">2021-09-14T08:32:00Z</dcterms:modified>
</cp:coreProperties>
</file>